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F1" w:rsidRPr="00CE0243" w:rsidRDefault="000C50F1" w:rsidP="00887663">
      <w:pPr>
        <w:jc w:val="center"/>
        <w:rPr>
          <w:rFonts w:ascii="Segoe UI Light" w:hAnsi="Segoe UI Light" w:cs="Segoe UI Light"/>
          <w:sz w:val="36"/>
        </w:rPr>
      </w:pPr>
      <w:bookmarkStart w:id="0" w:name="_GoBack"/>
      <w:bookmarkEnd w:id="0"/>
      <w:r w:rsidRPr="0098616B">
        <w:rPr>
          <w:rFonts w:ascii="Segoe UI Light" w:hAnsi="Segoe UI Light" w:cs="Segoe UI Light"/>
          <w:sz w:val="36"/>
        </w:rPr>
        <w:t>Week 1: Suffix: ‘sion’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0C50F1" w:rsidRPr="001A13EE" w:rsidTr="001A13EE">
        <w:trPr>
          <w:trHeight w:val="558"/>
        </w:trPr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1A13EE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A13EE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1A13E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1A13E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A13EE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1A13E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1A13E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A13EE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1A13E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1A13E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mansion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explosion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occasion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conclusion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division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extension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confusion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decision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collision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50F1" w:rsidRPr="001A13EE" w:rsidTr="001A13EE">
        <w:tc>
          <w:tcPr>
            <w:tcW w:w="3012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A13EE">
              <w:rPr>
                <w:rFonts w:ascii="Segoe UI Light" w:hAnsi="Segoe UI Light" w:cs="Segoe UI Light"/>
                <w:sz w:val="36"/>
                <w:szCs w:val="36"/>
              </w:rPr>
              <w:t>exclusion</w:t>
            </w:r>
          </w:p>
        </w:tc>
        <w:tc>
          <w:tcPr>
            <w:tcW w:w="2703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50F1" w:rsidRPr="001A13EE" w:rsidRDefault="000C50F1" w:rsidP="001A13E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0C50F1" w:rsidRPr="00F07B5A" w:rsidRDefault="000C50F1">
      <w:pPr>
        <w:rPr>
          <w:rFonts w:ascii="Segoe UI Light" w:hAnsi="Segoe UI Light" w:cs="Segoe UI Light"/>
          <w:sz w:val="36"/>
          <w:szCs w:val="36"/>
        </w:rPr>
      </w:pPr>
    </w:p>
    <w:sectPr w:rsidR="000C50F1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0F1" w:rsidRDefault="000C50F1">
      <w:r>
        <w:separator/>
      </w:r>
    </w:p>
  </w:endnote>
  <w:endnote w:type="continuationSeparator" w:id="0">
    <w:p w:rsidR="000C50F1" w:rsidRDefault="000C5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0F1" w:rsidRDefault="000C50F1" w:rsidP="00331B32">
    <w:pPr>
      <w:pStyle w:val="Footer"/>
    </w:pPr>
    <w:r>
      <w:t>Swaffield Primary School 2014</w:t>
    </w:r>
  </w:p>
  <w:p w:rsidR="000C50F1" w:rsidRDefault="000C50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0F1" w:rsidRDefault="000C50F1">
      <w:r>
        <w:separator/>
      </w:r>
    </w:p>
  </w:footnote>
  <w:footnote w:type="continuationSeparator" w:id="0">
    <w:p w:rsidR="000C50F1" w:rsidRDefault="000C5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C50F1"/>
    <w:rsid w:val="000D68B6"/>
    <w:rsid w:val="00107F16"/>
    <w:rsid w:val="0011235B"/>
    <w:rsid w:val="001336E2"/>
    <w:rsid w:val="00156B85"/>
    <w:rsid w:val="001822D1"/>
    <w:rsid w:val="001A13EE"/>
    <w:rsid w:val="001B1BB7"/>
    <w:rsid w:val="001D28B2"/>
    <w:rsid w:val="001E27F6"/>
    <w:rsid w:val="001F13D6"/>
    <w:rsid w:val="00210B94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31B3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92F5F"/>
    <w:rsid w:val="00796625"/>
    <w:rsid w:val="007B38BD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8616B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31B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6D90"/>
    <w:rPr>
      <w:lang w:eastAsia="en-US"/>
    </w:rPr>
  </w:style>
  <w:style w:type="paragraph" w:styleId="Footer">
    <w:name w:val="footer"/>
    <w:basedOn w:val="Normal"/>
    <w:link w:val="FooterChar"/>
    <w:uiPriority w:val="99"/>
    <w:rsid w:val="00331B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1B32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2013-12-08T14:50:00Z</dcterms:created>
  <dcterms:modified xsi:type="dcterms:W3CDTF">2014-07-14T15:14:00Z</dcterms:modified>
</cp:coreProperties>
</file>